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1015" w:rsidRDefault="000E1A89">
      <w:r w:rsidRPr="000E1A89">
        <w:rPr>
          <w:color w:val="auto"/>
          <w:kern w:val="0"/>
          <w:sz w:val="24"/>
          <w:szCs w:val="24"/>
        </w:rPr>
        <w:pict>
          <v:group id="_x0000_s1034" style="position:absolute;margin-left:-83.25pt;margin-top:-83.25pt;width:636.85pt;height:819pt;z-index:251660288" coordorigin="1062990,1051560" coordsize="80883,104013">
            <v:rect id="_x0000_s1035" style="position:absolute;left:1062990;top:1051560;width:80883;height:104013;mso-wrap-distance-left:2.88pt;mso-wrap-distance-top:2.88pt;mso-wrap-distance-right:2.88pt;mso-wrap-distance-bottom:2.88pt" o:preferrelative="t" filled="f" stroked="f" strokecolor="black [0]" insetpen="t" o:cliptowrap="t">
              <v:stroke>
                <o:left v:ext="view" color="black [0]" joinstyle="miter" insetpen="t"/>
                <o:top v:ext="view" color="black [0]" joinstyle="miter" insetpen="t"/>
                <o:right v:ext="view" color="black [0]" joinstyle="miter" insetpen="t"/>
                <o:bottom v:ext="view" color="black [0]" joinstyle="miter" insetpen="t"/>
                <o:column v:ext="view" color="black [0]"/>
              </v:stroke>
              <v:imagedata r:id="rId5" o:title="cg_camping-border"/>
              <v:shadow color="#ccc"/>
              <v:path o:extrusionok="f"/>
              <o:lock v:ext="edit" aspectratio="t"/>
            </v:rect>
            <v:shapetype id="_x0000_t202" coordsize="21600,21600" o:spt="202" path="m,l,21600r21600,l21600,xe">
              <v:stroke joinstyle="miter"/>
              <v:path gradientshapeok="t" o:connecttype="rect"/>
            </v:shapetype>
            <v:shape id="_x0000_s1036" type="#_x0000_t202" style="position:absolute;left:1065276;top:1054417;width:75438;height:31433;mso-wrap-distance-left:2.88pt;mso-wrap-distance-top:2.88pt;mso-wrap-distance-right:2.88pt;mso-wrap-distance-bottom:2.88pt" filled="f" strokecolor="black [0]" insetpen="t" o:cliptowrap="t">
              <v:stroke>
                <o:left v:ext="view" color="black [0]" joinstyle="miter" insetpen="t"/>
                <o:top v:ext="view" color="black [0]" joinstyle="miter" insetpen="t"/>
                <o:right v:ext="view" color="black [0]" joinstyle="miter" insetpen="t"/>
                <o:bottom v:ext="view" color="black [0]" joinstyle="miter" insetpen="t"/>
                <o:column v:ext="view" color="black [0]"/>
              </v:stroke>
              <v:shadow color="#ccc"/>
              <v:textbox style="mso-column-margin:5.76pt" inset="2.88pt,2.88pt,2.88pt,2.88pt">
                <w:txbxContent>
                  <w:p w:rsidR="007D496E" w:rsidRDefault="007D496E" w:rsidP="007D496E">
                    <w:pPr>
                      <w:widowControl w:val="0"/>
                      <w:jc w:val="center"/>
                      <w:rPr>
                        <w:rFonts w:ascii="Kristen ITC" w:hAnsi="Kristen ITC"/>
                        <w:b/>
                        <w:bCs/>
                        <w:sz w:val="28"/>
                        <w:szCs w:val="28"/>
                      </w:rPr>
                    </w:pPr>
                    <w:r>
                      <w:rPr>
                        <w:rFonts w:ascii="Kristen ITC" w:hAnsi="Kristen ITC"/>
                        <w:b/>
                        <w:bCs/>
                        <w:sz w:val="28"/>
                        <w:szCs w:val="28"/>
                      </w:rPr>
                      <w:t>Camp Sky Ranch TTQ</w:t>
                    </w:r>
                  </w:p>
                  <w:p w:rsidR="007D496E" w:rsidRPr="00E219F0" w:rsidRDefault="003407DE" w:rsidP="007D496E">
                    <w:pPr>
                      <w:widowControl w:val="0"/>
                      <w:jc w:val="center"/>
                      <w:rPr>
                        <w:bCs/>
                        <w:sz w:val="24"/>
                        <w:szCs w:val="24"/>
                      </w:rPr>
                    </w:pPr>
                    <w:r w:rsidRPr="00E219F0">
                      <w:rPr>
                        <w:b/>
                        <w:bCs/>
                        <w:sz w:val="24"/>
                        <w:szCs w:val="24"/>
                      </w:rPr>
                      <w:t xml:space="preserve"> </w:t>
                    </w:r>
                    <w:r w:rsidR="00E219F0">
                      <w:rPr>
                        <w:b/>
                        <w:bCs/>
                        <w:sz w:val="24"/>
                        <w:szCs w:val="24"/>
                      </w:rPr>
                      <w:t>Gaga is a famous game here at sky ranch.Gaga can have a maximum player account of 25 players. The game is played,if it hits you waist below you are out.If you smack the ball out of the octagon,you are also out.The game has been going on for 25 min.There is 4 pits.</w:t>
                    </w:r>
                  </w:p>
                </w:txbxContent>
              </v:textbox>
            </v:shape>
            <v:shape id="_x0000_s1037" type="#_x0000_t202" style="position:absolute;left:1072134;top:1086993;width:68008;height:6858;mso-wrap-distance-left:2.88pt;mso-wrap-distance-top:2.88pt;mso-wrap-distance-right:2.88pt;mso-wrap-distance-bottom:2.88pt" filled="f" stroked="f" strokecolor="black [0]" insetpen="t" o:cliptowrap="t">
              <v:stroke>
                <o:left v:ext="view" color="black [0]" joinstyle="miter" insetpen="t"/>
                <o:top v:ext="view" color="black [0]" joinstyle="miter" insetpen="t"/>
                <o:right v:ext="view" color="black [0]" joinstyle="miter" insetpen="t"/>
                <o:bottom v:ext="view" color="black [0]" joinstyle="miter" insetpen="t"/>
                <o:column v:ext="view" color="black [0]"/>
              </v:stroke>
              <v:shadow color="#ccc"/>
              <v:textbox style="mso-column-margin:5.76pt" inset="2.88pt,2.88pt,2.88pt,2.88pt">
                <w:txbxContent>
                  <w:p w:rsidR="007D496E" w:rsidRPr="003407DE" w:rsidRDefault="00E219F0" w:rsidP="003407DE">
                    <w:pPr>
                      <w:pStyle w:val="ListParagraph"/>
                      <w:widowControl w:val="0"/>
                      <w:numPr>
                        <w:ilvl w:val="0"/>
                        <w:numId w:val="1"/>
                      </w:numPr>
                      <w:rPr>
                        <w:bCs/>
                        <w:sz w:val="24"/>
                        <w:szCs w:val="24"/>
                      </w:rPr>
                    </w:pPr>
                    <w:r>
                      <w:rPr>
                        <w:bCs/>
                        <w:sz w:val="24"/>
                        <w:szCs w:val="24"/>
                      </w:rPr>
                      <w:t>There is 25 people playing Gaga if the total number of hits per person was 325 hits,how many hits in the game?</w:t>
                    </w:r>
                  </w:p>
                </w:txbxContent>
              </v:textbox>
            </v:shape>
            <v:shape id="_x0000_s1038" type="#_x0000_t202" style="position:absolute;left:1081278;top:1094422;width:58864;height:6858;mso-wrap-distance-left:2.88pt;mso-wrap-distance-top:2.88pt;mso-wrap-distance-right:2.88pt;mso-wrap-distance-bottom:2.88pt" filled="f" stroked="f" strokecolor="black [0]" insetpen="t" o:cliptowrap="t">
              <v:stroke>
                <o:left v:ext="view" color="black [0]" joinstyle="miter" insetpen="t"/>
                <o:top v:ext="view" color="black [0]" joinstyle="miter" insetpen="t"/>
                <o:right v:ext="view" color="black [0]" joinstyle="miter" insetpen="t"/>
                <o:bottom v:ext="view" color="black [0]" joinstyle="miter" insetpen="t"/>
                <o:column v:ext="view" color="black [0]"/>
              </v:stroke>
              <v:shadow color="#ccc"/>
              <v:textbox style="mso-column-margin:5.76pt" inset="2.88pt,2.88pt,2.88pt,2.88pt">
                <w:txbxContent>
                  <w:p w:rsidR="007D496E" w:rsidRPr="003407DE" w:rsidRDefault="007D496E" w:rsidP="007D496E">
                    <w:pPr>
                      <w:widowControl w:val="0"/>
                      <w:rPr>
                        <w:bCs/>
                        <w:sz w:val="24"/>
                        <w:szCs w:val="24"/>
                      </w:rPr>
                    </w:pPr>
                    <w:r>
                      <w:rPr>
                        <w:b/>
                        <w:bCs/>
                        <w:sz w:val="24"/>
                        <w:szCs w:val="24"/>
                      </w:rPr>
                      <w:t>2.</w:t>
                    </w:r>
                    <w:r w:rsidR="00E219F0">
                      <w:rPr>
                        <w:b/>
                        <w:bCs/>
                        <w:sz w:val="24"/>
                        <w:szCs w:val="24"/>
                      </w:rPr>
                      <w:t>the game has been going on for 10 min. if every 5 min. 9 people got out how many people are left for every pit?</w:t>
                    </w:r>
                  </w:p>
                </w:txbxContent>
              </v:textbox>
            </v:shape>
            <v:shape id="_x0000_s1039" type="#_x0000_t202" style="position:absolute;left:1086993;top:1101852;width:53149;height:7429;mso-wrap-distance-left:2.88pt;mso-wrap-distance-top:2.88pt;mso-wrap-distance-right:2.88pt;mso-wrap-distance-bottom:2.88pt" filled="f" stroked="f" strokecolor="black [0]" insetpen="t" o:cliptowrap="t">
              <v:stroke>
                <o:left v:ext="view" color="black [0]" joinstyle="miter" insetpen="t"/>
                <o:top v:ext="view" color="black [0]" joinstyle="miter" insetpen="t"/>
                <o:right v:ext="view" color="black [0]" joinstyle="miter" insetpen="t"/>
                <o:bottom v:ext="view" color="black [0]" joinstyle="miter" insetpen="t"/>
                <o:column v:ext="view" color="black [0]"/>
              </v:stroke>
              <v:shadow color="#ccc"/>
              <v:textbox style="mso-column-margin:5.76pt" inset="2.88pt,2.88pt,2.88pt,2.88pt">
                <w:txbxContent>
                  <w:p w:rsidR="007D496E" w:rsidRPr="003407DE" w:rsidRDefault="007D496E" w:rsidP="007D496E">
                    <w:pPr>
                      <w:widowControl w:val="0"/>
                      <w:rPr>
                        <w:bCs/>
                        <w:sz w:val="24"/>
                        <w:szCs w:val="24"/>
                      </w:rPr>
                    </w:pPr>
                    <w:r>
                      <w:rPr>
                        <w:b/>
                        <w:bCs/>
                        <w:sz w:val="24"/>
                        <w:szCs w:val="24"/>
                      </w:rPr>
                      <w:t>3.</w:t>
                    </w:r>
                    <w:r w:rsidR="00E219F0">
                      <w:rPr>
                        <w:b/>
                        <w:bCs/>
                        <w:sz w:val="24"/>
                        <w:szCs w:val="24"/>
                      </w:rPr>
                      <w:t>if the game lasted 20 min. and 6 people got out every 5 min how many people are left?</w:t>
                    </w:r>
                  </w:p>
                </w:txbxContent>
              </v:textbox>
            </v:shape>
            <v:shape id="_x0000_s1040" type="#_x0000_t202" style="position:absolute;left:1089279;top:1109853;width:50292;height:8572;mso-wrap-distance-left:2.88pt;mso-wrap-distance-top:2.88pt;mso-wrap-distance-right:2.88pt;mso-wrap-distance-bottom:2.88pt" filled="f" stroked="f" strokecolor="black [0]" insetpen="t" o:cliptowrap="t">
              <v:stroke>
                <o:left v:ext="view" color="black [0]" joinstyle="miter" insetpen="t"/>
                <o:top v:ext="view" color="black [0]" joinstyle="miter" insetpen="t"/>
                <o:right v:ext="view" color="black [0]" joinstyle="miter" insetpen="t"/>
                <o:bottom v:ext="view" color="black [0]" joinstyle="miter" insetpen="t"/>
                <o:column v:ext="view" color="black [0]"/>
              </v:stroke>
              <v:shadow color="#ccc"/>
              <v:textbox style="mso-column-margin:5.76pt" inset="2.88pt,2.88pt,2.88pt,2.88pt">
                <w:txbxContent>
                  <w:p w:rsidR="007D496E" w:rsidRPr="003407DE" w:rsidRDefault="007D496E" w:rsidP="007D496E">
                    <w:pPr>
                      <w:widowControl w:val="0"/>
                      <w:rPr>
                        <w:bCs/>
                        <w:sz w:val="24"/>
                        <w:szCs w:val="24"/>
                      </w:rPr>
                    </w:pPr>
                    <w:r>
                      <w:rPr>
                        <w:b/>
                        <w:bCs/>
                        <w:sz w:val="24"/>
                        <w:szCs w:val="24"/>
                      </w:rPr>
                      <w:t>4.</w:t>
                    </w:r>
                    <w:r w:rsidR="00E219F0">
                      <w:rPr>
                        <w:b/>
                        <w:bCs/>
                        <w:sz w:val="24"/>
                        <w:szCs w:val="24"/>
                      </w:rPr>
                      <w:t>if there were 20 people  playing  in 4 pits  and there was 300 kids at Sky Ranch. How many people are not at the Gaga pits</w:t>
                    </w:r>
                  </w:p>
                </w:txbxContent>
              </v:textbox>
            </v:shape>
            <v:shape id="_x0000_s1041" type="#_x0000_t202" style="position:absolute;left:1108138;top:1118997;width:32004;height:9715;mso-wrap-distance-left:2.88pt;mso-wrap-distance-top:2.88pt;mso-wrap-distance-right:2.88pt;mso-wrap-distance-bottom:2.88pt" filled="f" stroked="f" strokecolor="black [0]" insetpen="t" o:cliptowrap="t">
              <v:stroke>
                <o:left v:ext="view" color="black [0]" joinstyle="miter" insetpen="t"/>
                <o:top v:ext="view" color="black [0]" joinstyle="miter" insetpen="t"/>
                <o:right v:ext="view" color="black [0]" joinstyle="miter" insetpen="t"/>
                <o:bottom v:ext="view" color="black [0]" joinstyle="miter" insetpen="t"/>
                <o:column v:ext="view" color="black [0]"/>
              </v:stroke>
              <v:shadow color="#ccc"/>
              <v:textbox style="mso-column-margin:5.76pt" inset="2.88pt,2.88pt,2.88pt,2.88pt">
                <w:txbxContent>
                  <w:p w:rsidR="007D496E" w:rsidRPr="003407DE" w:rsidRDefault="007D496E" w:rsidP="007D496E">
                    <w:pPr>
                      <w:widowControl w:val="0"/>
                      <w:rPr>
                        <w:bCs/>
                        <w:sz w:val="24"/>
                        <w:szCs w:val="24"/>
                      </w:rPr>
                    </w:pPr>
                    <w:r>
                      <w:rPr>
                        <w:b/>
                        <w:bCs/>
                        <w:sz w:val="24"/>
                        <w:szCs w:val="24"/>
                      </w:rPr>
                      <w:t>5.</w:t>
                    </w:r>
                    <w:r w:rsidR="00E219F0">
                      <w:rPr>
                        <w:b/>
                        <w:bCs/>
                        <w:sz w:val="24"/>
                        <w:szCs w:val="24"/>
                      </w:rPr>
                      <w:t>if there was 300kids at Sky Ranch and only 25 people were playing Gaga and there was 150 kids playing soccer , and 100 people playing nukam. 10 more people were shooting hoops how many people were at the Sky Café.</w:t>
                    </w:r>
                  </w:p>
                </w:txbxContent>
              </v:textbox>
            </v:shape>
            <v:shape id="_x0000_s1042" type="#_x0000_t202" style="position:absolute;left:1111567;top:1130427;width:25718;height:5715;mso-wrap-distance-left:2.88pt;mso-wrap-distance-top:2.88pt;mso-wrap-distance-right:2.88pt;mso-wrap-distance-bottom:2.88pt" filled="f" stroked="f" strokecolor="black [0]" insetpen="t" o:cliptowrap="t">
              <v:stroke>
                <o:left v:ext="view" color="black [0]"/>
                <o:top v:ext="view" color="black [0]"/>
                <o:right v:ext="view" color="black [0]"/>
                <o:bottom v:ext="view" color="black [0]"/>
                <o:column v:ext="view" color="black [0]"/>
              </v:stroke>
              <v:shadow color="#ccc"/>
              <v:textbox style="mso-column-margin:5.76pt" inset="2.88pt,2.88pt,2.88pt,2.88pt">
                <w:txbxContent>
                  <w:p w:rsidR="007D496E" w:rsidRDefault="007D496E" w:rsidP="007D496E">
                    <w:pPr>
                      <w:widowControl w:val="0"/>
                      <w:jc w:val="center"/>
                      <w:rPr>
                        <w:rFonts w:ascii="Lucida Calligraphy" w:hAnsi="Lucida Calligraphy"/>
                        <w:sz w:val="24"/>
                        <w:szCs w:val="24"/>
                      </w:rPr>
                    </w:pPr>
                    <w:r>
                      <w:rPr>
                        <w:rFonts w:ascii="Lucida Calligraphy" w:hAnsi="Lucida Calligraphy"/>
                        <w:sz w:val="24"/>
                        <w:szCs w:val="24"/>
                      </w:rPr>
                      <w:t xml:space="preserve">Written by: </w:t>
                    </w:r>
                  </w:p>
                  <w:p w:rsidR="007D496E" w:rsidRDefault="00E219F0" w:rsidP="007D496E">
                    <w:pPr>
                      <w:widowControl w:val="0"/>
                      <w:jc w:val="center"/>
                      <w:rPr>
                        <w:rFonts w:ascii="Lucida Calligraphy" w:hAnsi="Lucida Calligraphy"/>
                        <w:sz w:val="24"/>
                        <w:szCs w:val="24"/>
                      </w:rPr>
                    </w:pPr>
                    <w:r>
                      <w:rPr>
                        <w:rFonts w:ascii="Lucida Calligraphy" w:hAnsi="Lucida Calligraphy"/>
                        <w:sz w:val="24"/>
                        <w:szCs w:val="24"/>
                      </w:rPr>
                      <w:t>Carson ,Aleksei</w:t>
                    </w:r>
                  </w:p>
                </w:txbxContent>
              </v:textbox>
            </v:shape>
          </v:group>
        </w:pict>
      </w:r>
    </w:p>
    <w:sectPr w:rsidR="005A1015" w:rsidSect="005A101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Kristen ITC">
    <w:panose1 w:val="03050502040202030202"/>
    <w:charset w:val="00"/>
    <w:family w:val="script"/>
    <w:pitch w:val="variable"/>
    <w:sig w:usb0="00000003" w:usb1="00000000" w:usb2="00000000" w:usb3="00000000" w:csb0="00000001" w:csb1="00000000"/>
  </w:font>
  <w:font w:name="Lucida Calligraphy">
    <w:panose1 w:val="03010101010101010101"/>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7B2A70"/>
    <w:multiLevelType w:val="hybridMultilevel"/>
    <w:tmpl w:val="DCE248A8"/>
    <w:lvl w:ilvl="0" w:tplc="D71CCCF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ttachedTemplate r:id="rId1"/>
  <w:defaultTabStop w:val="720"/>
  <w:characterSpacingControl w:val="doNotCompress"/>
  <w:compat/>
  <w:rsids>
    <w:rsidRoot w:val="00E219F0"/>
    <w:rsid w:val="000E1A89"/>
    <w:rsid w:val="003407DE"/>
    <w:rsid w:val="005A1015"/>
    <w:rsid w:val="007D496E"/>
    <w:rsid w:val="009A4486"/>
    <w:rsid w:val="00E219F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496E"/>
    <w:pPr>
      <w:spacing w:after="0" w:line="240" w:lineRule="auto"/>
    </w:pPr>
    <w:rPr>
      <w:rFonts w:ascii="Times New Roman" w:eastAsia="Times New Roman" w:hAnsi="Times New Roman" w:cs="Times New Roman"/>
      <w:color w:val="000000"/>
      <w:kern w:val="28"/>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407DE"/>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S:\Wolford\Handouts\Fifth%20Grade\Sky%20Ranch%20TTQ.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Sky Ranch TTQ</Template>
  <TotalTime>23</TotalTime>
  <Pages>1</Pages>
  <Words>0</Words>
  <Characters>1</Characters>
  <Application>Microsoft Office Word</Application>
  <DocSecurity>0</DocSecurity>
  <Lines>1</Lines>
  <Paragraphs>1</Paragraphs>
  <ScaleCrop>false</ScaleCrop>
  <Company>McKinney ISD</Company>
  <LinksUpToDate>false</LinksUpToDate>
  <CharactersWithSpaces>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misd</dc:creator>
  <cp:keywords/>
  <dc:description/>
  <cp:lastModifiedBy>misd</cp:lastModifiedBy>
  <cp:revision>1</cp:revision>
  <cp:lastPrinted>2011-11-07T17:43:00Z</cp:lastPrinted>
  <dcterms:created xsi:type="dcterms:W3CDTF">2011-11-17T20:44:00Z</dcterms:created>
  <dcterms:modified xsi:type="dcterms:W3CDTF">2011-11-17T21:07:00Z</dcterms:modified>
</cp:coreProperties>
</file>